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header1.xml" ContentType="application/vnd.openxmlformats-officedocument.wordprocessingml.header+xml"/>
  <Override PartName="/word/styles.xml" ContentType="application/vnd.openxmlformats-officedocument.wordprocessingml.styles+xml"/>
  <Override PartName="/word/numbering.xml" ContentType="application/vnd.openxmlformats-officedocument.wordprocessingml.numbering+xml"/>
  <Override PartName="/word/footer1.xml" ContentType="application/vnd.openxmlformats-officedocument.wordprocessingml.footer+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tabs>
          <w:tab w:leader="none" w:pos="9638" w:val="right"/>
        </w:tabs>
        <w:spacing w:after="0" w:before="120"/>
      </w:pPr>
      <w:r>
        <w:rPr>
          <w:sz w:val="24"/>
          <w:b/>
          <w:rFonts w:cs="Arial"/>
          <w:lang w:val="it-IT"/>
        </w:rPr>
        <w:t>3GPP TSG-SA3LI, SA3#43LI</w:t>
      </w:r>
      <w:r>
        <w:rPr>
          <w:sz w:val="24"/>
          <w:b/>
          <w:szCs w:val="24"/>
          <w:lang w:val="it-IT"/>
        </w:rPr>
        <w:t xml:space="preserve">   </w:t>
        <w:tab/>
        <w:t>SA3LI11_123</w:t>
      </w:r>
    </w:p>
    <w:p>
      <w:pPr>
        <w:pStyle w:val="style0"/>
        <w:tabs>
          <w:tab w:leader="none" w:pos="9638" w:val="right"/>
        </w:tabs>
        <w:pBdr>
          <w:bottom w:color="00000A" w:space="0" w:sz="4" w:val="single"/>
        </w:pBdr>
      </w:pPr>
      <w:r>
        <w:rPr>
          <w:sz w:val="24"/>
          <w:b/>
          <w:szCs w:val="24"/>
          <w:lang w:val="en-US"/>
        </w:rPr>
        <w:t xml:space="preserve">15-17 November 2011, San Francisco, California </w:t>
      </w:r>
    </w:p>
    <w:p>
      <w:pPr>
        <w:pStyle w:val="style0"/>
      </w:pPr>
      <w:r>
        <w:rPr>
          <w:lang w:val="en-US"/>
        </w:rPr>
      </w:r>
    </w:p>
    <w:p>
      <w:pPr>
        <w:pStyle w:val="style0"/>
        <w:ind w:hanging="2127" w:left="2127" w:right="0"/>
      </w:pPr>
      <w:r>
        <w:rPr>
          <w:b/>
          <w:lang w:val="en-US"/>
        </w:rPr>
        <w:t>Source:</w:t>
        <w:tab/>
        <w:t xml:space="preserve">Alcatel Lucent, Rogers Wireless </w:t>
      </w:r>
    </w:p>
    <w:p>
      <w:pPr>
        <w:pStyle w:val="style0"/>
        <w:ind w:hanging="2127" w:left="2127" w:right="0"/>
      </w:pPr>
      <w:r>
        <w:rPr>
          <w:b/>
          <w:lang w:val="en-US"/>
        </w:rPr>
        <w:t>Title:</w:t>
        <w:tab/>
        <w:t>Discussion paper for the living document on LI solutions for IMS Media Plane Security based on MIKEY-IBAKE</w:t>
      </w:r>
    </w:p>
    <w:p>
      <w:pPr>
        <w:pStyle w:val="style0"/>
        <w:ind w:hanging="2127" w:left="2127" w:right="0"/>
      </w:pPr>
      <w:r>
        <w:rPr>
          <w:b/>
          <w:lang w:val="en-US"/>
        </w:rPr>
        <w:t>Document for:</w:t>
        <w:tab/>
        <w:t xml:space="preserve">Discussion </w:t>
      </w:r>
    </w:p>
    <w:p>
      <w:pPr>
        <w:pStyle w:val="style0"/>
        <w:ind w:hanging="2127" w:left="2127" w:right="0"/>
      </w:pPr>
      <w:r>
        <w:rPr>
          <w:b/>
          <w:lang w:val="en-US"/>
        </w:rPr>
        <w:t>Agenda Item:</w:t>
        <w:tab/>
      </w:r>
    </w:p>
    <w:p>
      <w:pPr>
        <w:pStyle w:val="style0"/>
        <w:ind w:hanging="2127" w:left="2127" w:right="0"/>
        <w:pBdr>
          <w:bottom w:color="00000A" w:space="0" w:sz="4" w:val="single"/>
        </w:pBdr>
      </w:pPr>
      <w:r>
        <w:rPr>
          <w:b/>
          <w:lang w:val="en-US"/>
        </w:rPr>
        <w:t>Work Item / Release:</w:t>
        <w:tab/>
        <w:t xml:space="preserve">LI Rel-11  </w:t>
      </w:r>
    </w:p>
    <w:p>
      <w:pPr>
        <w:pStyle w:val="style2"/>
        <w:numPr>
          <w:ilvl w:val="1"/>
          <w:numId w:val="1"/>
        </w:numPr>
      </w:pPr>
      <w:r>
        <w:rPr>
          <w:lang w:eastAsia="ja-JP"/>
        </w:rPr>
        <w:t>1. Background</w:t>
      </w:r>
      <w:r>
        <w:rPr>
          <w:lang w:val="en-US"/>
        </w:rPr>
        <w:t xml:space="preserve"> </w:t>
      </w:r>
    </w:p>
    <w:p>
      <w:pPr>
        <w:pStyle w:val="style0"/>
        <w:jc w:val="both"/>
      </w:pPr>
      <w:r>
        <w:rPr>
          <w:lang w:val="en-US"/>
        </w:rPr>
        <w:t xml:space="preserve">LI solutions for MIKEY-IBAKE have been extensively studied in the SA3-LI group. In particular, SA3-LI group discussed LI solutions for MIKEY-IBAKE in LI meetings #36, #38, #40, #41 and #42. Some of the findings of these discussions are captured in liaison statements exchanged with the SA3 group. However, the contributions discussed in the last meeting are noted and further correspondence with the SA3 group was not pursued. The concern is that the findings resulting from the discussions that took place during meetings #41 and #42 will be lost. </w:t>
      </w:r>
    </w:p>
    <w:p>
      <w:pPr>
        <w:pStyle w:val="style2"/>
        <w:numPr>
          <w:ilvl w:val="1"/>
          <w:numId w:val="1"/>
        </w:numPr>
      </w:pPr>
      <w:r>
        <w:rPr>
          <w:lang w:eastAsia="ja-JP"/>
        </w:rPr>
        <w:t xml:space="preserve">2. </w:t>
      </w:r>
      <w:bookmarkStart w:id="0" w:name="_Toc227641308"/>
      <w:bookmarkStart w:id="1" w:name="_Toc227640903"/>
      <w:r>
        <w:rPr>
          <w:lang w:eastAsia="ja-JP"/>
        </w:rPr>
        <w:t>Discussion</w:t>
      </w:r>
    </w:p>
    <w:p>
      <w:pPr>
        <w:pStyle w:val="style2"/>
        <w:numPr>
          <w:ilvl w:val="1"/>
          <w:numId w:val="1"/>
        </w:numPr>
      </w:pPr>
      <w:r>
        <w:rPr>
          <w:lang w:eastAsia="ja-JP"/>
        </w:rPr>
        <w:t>2.</w:t>
      </w:r>
      <w:r>
        <w:rPr/>
        <w:t xml:space="preserve"> 1 Lawful Interception Rel-11 WID</w:t>
      </w:r>
    </w:p>
    <w:p>
      <w:pPr>
        <w:pStyle w:val="style0"/>
      </w:pPr>
      <w:r>
        <w:rPr>
          <w:lang w:eastAsia="en-US"/>
        </w:rPr>
        <w:t xml:space="preserve">Current Lawful Interception Rel-11 WID in clause 3 (Justification) lists IMS media security as one of the topics that necessitates LI considerations for Rel-11. Therefore, all work related to studying LI solutions for MIKEY-IBAKE based IMS media plane security is within the scope of the Lawful Interception Rel-11 WID. </w:t>
      </w:r>
    </w:p>
    <w:p>
      <w:pPr>
        <w:pStyle w:val="style2"/>
        <w:numPr>
          <w:ilvl w:val="1"/>
          <w:numId w:val="1"/>
        </w:numPr>
      </w:pPr>
      <w:r>
        <w:rPr>
          <w:lang w:eastAsia="ja-JP"/>
        </w:rPr>
        <w:t>2.</w:t>
      </w:r>
      <w:r>
        <w:rPr/>
        <w:t xml:space="preserve"> 2 3GPP TR 33.829 Extended IMS Media Plane Security Features </w:t>
      </w:r>
    </w:p>
    <w:p>
      <w:pPr>
        <w:pStyle w:val="style0"/>
      </w:pPr>
      <w:r>
        <w:rPr/>
        <w:t>3GPP TR 33.892 in Section 8 (Services for user groups with high security requirements) includes MIKEY-IBAKE as a possible solution. However, current version of TR 33.829 includes following Editor’s Note regarding MIKEY-IBAKE solution:</w:t>
      </w:r>
    </w:p>
    <w:p>
      <w:pPr>
        <w:pStyle w:val="style0"/>
      </w:pPr>
      <w:r>
        <w:rPr/>
      </w:r>
    </w:p>
    <w:p>
      <w:pPr>
        <w:pStyle w:val="style111"/>
      </w:pPr>
      <w:r>
        <w:rPr>
          <w:lang w:val="en-US"/>
        </w:rPr>
        <w:t xml:space="preserve">Editor’s note: LI solutions for MIKEY-IBAKE are currently being discussed by SA3-LI. </w:t>
      </w:r>
    </w:p>
    <w:p>
      <w:pPr>
        <w:pStyle w:val="style0"/>
      </w:pPr>
      <w:r>
        <w:rPr/>
        <w:t xml:space="preserve">For this Editor’s note to be removed from TR 33.892, SA3-LI group needs to evaluate MIKEY-IBAKE and confirm to the SA3 group that LI solution for MIKEY-IBAKE indeed satisfies LI requirements for media plane security as specified in TS 33.106. </w:t>
      </w:r>
    </w:p>
    <w:p>
      <w:pPr>
        <w:pStyle w:val="style2"/>
        <w:numPr>
          <w:ilvl w:val="1"/>
          <w:numId w:val="1"/>
        </w:numPr>
      </w:pPr>
      <w:r>
        <w:rPr>
          <w:lang w:eastAsia="ja-JP"/>
        </w:rPr>
        <w:t>2.</w:t>
      </w:r>
      <w:r>
        <w:rPr/>
        <w:t xml:space="preserve"> 3 Current Situation in SA3-LI and SA3 Groups Regarding MIKEY-IBAKE</w:t>
      </w:r>
    </w:p>
    <w:p>
      <w:pPr>
        <w:pStyle w:val="style0"/>
      </w:pPr>
      <w:r>
        <w:rPr>
          <w:lang w:eastAsia="en-US"/>
        </w:rPr>
        <w:t xml:space="preserve">As mentioned in the background, MIKEY-IBAKE is being studied in the SA3-LI group. In SA3-LI #42, 4 possible LI solutions were presented. The contributions addressing LI solutions for MIKEY-IBAKE were noted in the SA3-LI #42 meeting and the group asked for more details about some aspects of the solutions. </w:t>
      </w:r>
    </w:p>
    <w:p>
      <w:pPr>
        <w:pStyle w:val="style0"/>
      </w:pPr>
      <w:r>
        <w:rPr>
          <w:lang w:eastAsia="en-US"/>
        </w:rPr>
        <w:t xml:space="preserve">In addition, TR 33.829 currently includes MIKEY-IBAKE as a possible solution for Services for user groups with high security requirements. However, further progress of MIKEY-IBAKE solution depends among other things on the removal of the LI related Editor’s note. </w:t>
      </w:r>
    </w:p>
    <w:p>
      <w:pPr>
        <w:pStyle w:val="style2"/>
        <w:numPr>
          <w:ilvl w:val="1"/>
          <w:numId w:val="1"/>
        </w:numPr>
      </w:pPr>
      <w:bookmarkEnd w:id="0"/>
      <w:bookmarkEnd w:id="1"/>
      <w:r>
        <w:rPr>
          <w:lang w:eastAsia="ja-JP"/>
        </w:rPr>
        <w:t>3. Conclusion and Proposal</w:t>
      </w:r>
    </w:p>
    <w:p>
      <w:pPr>
        <w:pStyle w:val="style0"/>
      </w:pPr>
      <w:r>
        <w:rPr/>
        <w:t xml:space="preserve">Based on the discussion in the previous section we recommend SA3-LI group develops a living document for LI solutions for IMS media plane security based on MIKEY-IBAKE. </w:t>
      </w:r>
    </w:p>
    <w:p>
      <w:pPr>
        <w:pStyle w:val="style0"/>
      </w:pPr>
      <w:r>
        <w:rPr/>
        <w:t xml:space="preserve">The purpose of this living document is twofold. First, this living document would summarize different approaches for LI for MIKEY-IBAKE based IMS media plane security. These approaches for LI for MIKEY-IBAKE were already discussed in SA3-LI #42. Second, the living document would include evaluation of these different LI approaches for MIKEY-IBAKE against LI requirements for IMS media plane security. </w:t>
      </w:r>
    </w:p>
    <w:p>
      <w:pPr>
        <w:pStyle w:val="style0"/>
      </w:pPr>
      <w:r>
        <w:rPr/>
        <w:t>Accompanying contribution ‘</w:t>
      </w:r>
      <w:r>
        <w:rPr>
          <w:b/>
          <w:lang w:val="en-US"/>
        </w:rPr>
        <w:t xml:space="preserve">Proposed Table of Contents for the living document on LI solutions for IMS Media Plane Security based on MIKEY-IBAKE’ </w:t>
      </w:r>
      <w:r>
        <w:rPr/>
        <w:t xml:space="preserve">outlines a Table of Content of the proposed living document. </w:t>
      </w:r>
    </w:p>
    <w:p>
      <w:pPr>
        <w:pStyle w:val="style96"/>
      </w:pPr>
      <w:r>
        <w:rPr/>
      </w:r>
    </w:p>
    <w:sectPr>
      <w:formProt w:val="false"/>
      <w:pgSz w:h="15840" w:w="12240"/>
      <w:textDirection w:val="lrTb"/>
      <w:pgNumType w:fmt="decimal"/>
      <w:type w:val="nextPage"/>
      <w:headerReference r:id="rId2" w:type="default"/>
      <w:footerReference r:id="rId3"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51"/>
      <w:r>
        <w:rPr>
          <w:sz w:val="18"/>
          <w:i/>
          <w:b/>
          <w:iCs/>
          <w:bCs/>
        </w:rPr>
      </w:r>
      <w:spacing w:after="0" w:before="120"/>
    </w:pPr>
  </w:p>
  <w:p>
    <w:pPr>
      <w:pStyle w:val="style51"/>
      <w:r>
        <w:rPr>
          <w:sz w:val="18"/>
          <w:i/>
          <w:b/>
          <w:iCs/>
          <w:bCs/>
        </w:rPr>
        <w:t>3GPP</w:t>
      </w:r>
      <w:framePr w:h="290" w:hAnchor="page" w:hRule="exact" w:hSpace="-1" w:vAnchor="margin" w:vSpace="0" w:w="562" w:wrap="around" w:x="-1" w:y="-5"/>
      <w:spacing w:after="0" w:before="120"/>
    </w:pPr>
  </w:p>
  <w:p>
    <w:pPr>
      <w:pStyle w:val="style50"/>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51"/>
      <w:r>
        <w:rPr>
          <w:sz w:val="18"/>
          <w:b/>
          <w:bCs/>
        </w:rPr>
        <w:t>-</w:t>
      </w:r>
      <w:spacing w:after="0" w:before="0"/>
    </w:pPr>
  </w:p>
  <w:p>
    <w:pPr>
      <w:pStyle w:val="style51"/>
      <w:r>
        <w:rPr>
          <w:sz w:val="18"/>
          <w:b/>
          <w:bCs/>
          <w:lang w:val="fr-FR"/>
        </w:rPr>
        <w:t>Page 1</w:t>
      </w:r>
      <w:framePr w:h="272" w:hAnchor="page" w:hRule="exact" w:hSpace="-1" w:vAnchor="margin" w:vSpace="0" w:wrap="around" w:xAlign="center" w:y="1"/>
      <w:spacing w:after="0" w:before="0"/>
    </w:pPr>
  </w:p>
  <w:p>
    <w:pPr>
      <w:pStyle w:val="style51"/>
    </w:pPr>
    <w:r>
      <w:rPr/>
    </w:r>
  </w:p>
</w:hdr>
</file>

<file path=word/numbering.xml><?xml version="1.0" encoding="utf-8"?>
<w:numbering xmlns:w="http://schemas.openxmlformats.org/wordprocessingml/2006/main">
  <w:abstractNum w:abstractNumId="1">
    <w:lvl w:ilvl="0">
      <w:start w:val="1"/>
      <w:numFmt w:val="decimal"/>
      <w:lvlJc w:val="left"/>
      <w:lvlText w:val="Figure %1."/>
      <w:pPr>
        <w:ind w:hanging="1060" w:left="1417"/>
      </w:pPr>
      <w:r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bering>
</file>

<file path=word/styles.xml><?xml version="1.0" encoding="utf-8"?>
<w:styles xmlns:w="http://schemas.openxmlformats.org/wordprocessingml/2006/main">
  <w:style w:styleId="style0" w:type="paragraph">
    <w:name w:val="Normal"/>
    <w:next w:val="style0"/>
    <w:pPr>
      <w:widowControl/>
      <w:tabs>
        <w:tab w:leader="none" w:pos="1298" w:val="left"/>
      </w:tabs>
      <w:suppressAutoHyphens w:val="true"/>
      <w:spacing w:after="0" w:before="120"/>
    </w:pPr>
    <w:rPr>
      <w:color w:val="auto"/>
      <w:sz w:val="20"/>
      <w:szCs w:val="20"/>
      <w:rFonts w:ascii="Arial" w:cs="Lohit Hindi" w:eastAsia="WenQuanYi Micro Hei" w:hAnsi="Arial"/>
      <w:lang w:bidi="hi-IN" w:eastAsia="ja-JP" w:val="en-GB"/>
    </w:rPr>
  </w:style>
  <w:style w:styleId="style1" w:type="paragraph">
    <w:name w:val="Heading 1"/>
    <w:basedOn w:val="style0"/>
    <w:next w:val="style44"/>
    <w:pPr>
      <w:keepLines/>
      <w:overflowPunct w:val="true"/>
      <w:keepNext/>
      <w:spacing w:after="240" w:before="120"/>
    </w:pPr>
    <w:rPr>
      <w:sz w:val="36"/>
      <w:b/>
      <w:lang w:eastAsia="en-US"/>
    </w:rPr>
  </w:style>
  <w:style w:styleId="style2" w:type="paragraph">
    <w:name w:val="Heading 2"/>
    <w:basedOn w:val="style1"/>
    <w:next w:val="style44"/>
    <w:pPr>
      <w:outlineLvl w:val="1"/>
      <w:numPr>
        <w:ilvl w:val="1"/>
        <w:numId w:val="1"/>
      </w:numPr>
      <w:spacing w:after="120" w:before="240"/>
    </w:pPr>
    <w:rPr>
      <w:sz w:val="28"/>
    </w:rPr>
  </w:style>
  <w:style w:styleId="style3" w:type="paragraph">
    <w:name w:val="Heading 3"/>
    <w:basedOn w:val="style2"/>
    <w:next w:val="style44"/>
    <w:pPr>
      <w:outlineLvl w:val="2"/>
      <w:numPr>
        <w:ilvl w:val="2"/>
        <w:numId w:val="1"/>
      </w:numPr>
    </w:pPr>
    <w:rPr/>
  </w:style>
  <w:style w:styleId="style4" w:type="paragraph">
    <w:name w:val="Heading 4"/>
    <w:basedOn w:val="style2"/>
    <w:next w:val="style44"/>
    <w:pPr>
      <w:outlineLvl w:val="3"/>
      <w:numPr>
        <w:ilvl w:val="3"/>
        <w:numId w:val="1"/>
      </w:numPr>
      <w:tabs>
        <w:tab w:leader="none" w:pos="1728" w:val="left"/>
      </w:tabs>
      <w:ind w:hanging="864" w:left="864" w:right="0"/>
    </w:pPr>
    <w:rPr/>
  </w:style>
  <w:style w:styleId="style5" w:type="paragraph">
    <w:name w:val="Heading 5"/>
    <w:basedOn w:val="style2"/>
    <w:next w:val="style44"/>
    <w:pPr>
      <w:outlineLvl w:val="4"/>
      <w:numPr>
        <w:ilvl w:val="4"/>
        <w:numId w:val="1"/>
      </w:numPr>
      <w:tabs>
        <w:tab w:leader="none" w:pos="2016" w:val="left"/>
      </w:tabs>
      <w:ind w:hanging="1008" w:left="1008" w:right="0"/>
    </w:pPr>
    <w:rPr/>
  </w:style>
  <w:style w:styleId="style6" w:type="paragraph">
    <w:name w:val="Heading 6"/>
    <w:basedOn w:val="style3"/>
    <w:next w:val="style44"/>
    <w:pPr>
      <w:outlineLvl w:val="5"/>
      <w:numPr>
        <w:ilvl w:val="5"/>
        <w:numId w:val="1"/>
      </w:numPr>
      <w:tabs>
        <w:tab w:leader="none" w:pos="2304" w:val="left"/>
      </w:tabs>
      <w:ind w:hanging="1152" w:left="1152" w:right="0"/>
    </w:pPr>
    <w:rPr/>
  </w:style>
  <w:style w:styleId="style7" w:type="paragraph">
    <w:name w:val="Heading 7"/>
    <w:basedOn w:val="style3"/>
    <w:next w:val="style44"/>
    <w:pPr>
      <w:outlineLvl w:val="6"/>
      <w:numPr>
        <w:ilvl w:val="6"/>
        <w:numId w:val="1"/>
      </w:numPr>
      <w:tabs>
        <w:tab w:leader="none" w:pos="2592" w:val="left"/>
      </w:tabs>
      <w:ind w:hanging="1296" w:left="1296" w:right="0"/>
    </w:pPr>
    <w:rPr/>
  </w:style>
  <w:style w:styleId="style8" w:type="paragraph">
    <w:name w:val="Heading 8"/>
    <w:basedOn w:val="style1"/>
    <w:next w:val="style44"/>
    <w:pPr>
      <w:outlineLvl w:val="7"/>
      <w:numPr>
        <w:ilvl w:val="7"/>
        <w:numId w:val="1"/>
      </w:numPr>
      <w:tabs>
        <w:tab w:leader="none" w:pos="2880" w:val="left"/>
      </w:tabs>
      <w:ind w:hanging="1440" w:left="1440" w:right="0"/>
    </w:pPr>
    <w:rPr/>
  </w:style>
  <w:style w:styleId="style9" w:type="paragraph">
    <w:name w:val="Heading 9"/>
    <w:basedOn w:val="style1"/>
    <w:next w:val="style44"/>
    <w:pPr>
      <w:outlineLvl w:val="8"/>
      <w:numPr>
        <w:ilvl w:val="8"/>
        <w:numId w:val="1"/>
      </w:numPr>
      <w:tabs>
        <w:tab w:leader="none" w:pos="3168" w:val="left"/>
      </w:tabs>
      <w:ind w:hanging="1584" w:left="1584" w:right="0"/>
    </w:pPr>
    <w:rPr/>
  </w:style>
  <w:style w:styleId="style15" w:type="character">
    <w:name w:val="Default Paragraph Font"/>
    <w:next w:val="style15"/>
    <w:rPr/>
  </w:style>
  <w:style w:styleId="style16" w:type="character">
    <w:name w:val="Heading 1 Char"/>
    <w:basedOn w:val="style15"/>
    <w:next w:val="style16"/>
    <w:rPr>
      <w:sz w:val="32"/>
      <w:b/>
      <w:szCs w:val="32"/>
      <w:bCs/>
      <w:rFonts w:ascii="Cambria" w:cs="Times New Roman" w:hAnsi="Cambria"/>
      <w:lang w:eastAsia="ja-JP" w:val="en-GB"/>
    </w:rPr>
  </w:style>
  <w:style w:styleId="style17" w:type="character">
    <w:name w:val="Heading 2 Char"/>
    <w:basedOn w:val="style15"/>
    <w:next w:val="style17"/>
    <w:rPr>
      <w:sz w:val="28"/>
      <w:i/>
      <w:b/>
      <w:szCs w:val="28"/>
      <w:iCs/>
      <w:bCs/>
      <w:rFonts w:ascii="Cambria" w:cs="Times New Roman" w:hAnsi="Cambria"/>
      <w:lang w:eastAsia="ja-JP" w:val="en-GB"/>
    </w:rPr>
  </w:style>
  <w:style w:styleId="style18" w:type="character">
    <w:name w:val="Heading 3 Char"/>
    <w:basedOn w:val="style15"/>
    <w:next w:val="style18"/>
    <w:rPr>
      <w:sz w:val="26"/>
      <w:b/>
      <w:szCs w:val="26"/>
      <w:bCs/>
      <w:rFonts w:ascii="Cambria" w:cs="Times New Roman" w:hAnsi="Cambria"/>
      <w:lang w:eastAsia="ja-JP" w:val="en-GB"/>
    </w:rPr>
  </w:style>
  <w:style w:styleId="style19" w:type="character">
    <w:name w:val="Heading 4 Char"/>
    <w:basedOn w:val="style15"/>
    <w:next w:val="style19"/>
    <w:rPr>
      <w:sz w:val="20"/>
      <w:b/>
      <w:szCs w:val="20"/>
      <w:rFonts w:ascii="Arial" w:cs="Times New Roman" w:hAnsi="Arial"/>
      <w:lang w:val="en-GB"/>
    </w:rPr>
  </w:style>
  <w:style w:styleId="style20" w:type="character">
    <w:name w:val="Heading 5 Char"/>
    <w:basedOn w:val="style15"/>
    <w:next w:val="style20"/>
    <w:rPr>
      <w:sz w:val="20"/>
      <w:b/>
      <w:szCs w:val="20"/>
      <w:rFonts w:ascii="Arial" w:cs="Times New Roman" w:hAnsi="Arial"/>
      <w:lang w:val="en-GB"/>
    </w:rPr>
  </w:style>
  <w:style w:styleId="style21" w:type="character">
    <w:name w:val="Heading 6 Char"/>
    <w:basedOn w:val="style15"/>
    <w:next w:val="style21"/>
    <w:rPr>
      <w:sz w:val="20"/>
      <w:b/>
      <w:szCs w:val="20"/>
      <w:rFonts w:ascii="Arial" w:cs="Times New Roman" w:hAnsi="Arial"/>
      <w:lang w:val="en-GB"/>
    </w:rPr>
  </w:style>
  <w:style w:styleId="style22" w:type="character">
    <w:name w:val="Heading 7 Char"/>
    <w:basedOn w:val="style15"/>
    <w:next w:val="style22"/>
    <w:rPr>
      <w:sz w:val="20"/>
      <w:b/>
      <w:szCs w:val="20"/>
      <w:rFonts w:ascii="Arial" w:cs="Times New Roman" w:hAnsi="Arial"/>
      <w:lang w:val="en-GB"/>
    </w:rPr>
  </w:style>
  <w:style w:styleId="style23" w:type="character">
    <w:name w:val="Heading 8 Char"/>
    <w:basedOn w:val="style15"/>
    <w:next w:val="style23"/>
    <w:rPr>
      <w:sz w:val="20"/>
      <w:b/>
      <w:szCs w:val="20"/>
      <w:rFonts w:ascii="Arial" w:cs="Times New Roman" w:hAnsi="Arial"/>
      <w:lang w:val="en-GB"/>
    </w:rPr>
  </w:style>
  <w:style w:styleId="style24" w:type="character">
    <w:name w:val="Heading 9 Char"/>
    <w:basedOn w:val="style15"/>
    <w:next w:val="style24"/>
    <w:rPr>
      <w:sz w:val="20"/>
      <w:b/>
      <w:szCs w:val="20"/>
      <w:rFonts w:ascii="Arial" w:cs="Times New Roman" w:hAnsi="Arial"/>
      <w:lang w:val="en-GB"/>
    </w:rPr>
  </w:style>
  <w:style w:styleId="style25" w:type="character">
    <w:name w:val="Footer Char"/>
    <w:basedOn w:val="style15"/>
    <w:next w:val="style25"/>
    <w:rPr>
      <w:sz w:val="20"/>
      <w:szCs w:val="20"/>
      <w:rFonts w:ascii="Arial" w:cs="Times New Roman" w:hAnsi="Arial"/>
      <w:lang w:eastAsia="ja-JP" w:val="en-GB"/>
    </w:rPr>
  </w:style>
  <w:style w:styleId="style26" w:type="character">
    <w:name w:val="Header Char"/>
    <w:basedOn w:val="style15"/>
    <w:next w:val="style26"/>
    <w:rPr>
      <w:sz w:val="20"/>
      <w:szCs w:val="20"/>
      <w:rFonts w:ascii="Arial" w:cs="Times New Roman" w:hAnsi="Arial"/>
      <w:lang w:eastAsia="ja-JP" w:val="en-GB"/>
    </w:rPr>
  </w:style>
  <w:style w:styleId="style27" w:type="character">
    <w:name w:val="Footnote Text Char"/>
    <w:basedOn w:val="style15"/>
    <w:next w:val="style27"/>
    <w:rPr>
      <w:sz w:val="20"/>
      <w:szCs w:val="20"/>
      <w:rFonts w:ascii="Arial" w:cs="Times New Roman" w:hAnsi="Arial"/>
      <w:lang w:eastAsia="ja-JP" w:val="en-GB"/>
    </w:rPr>
  </w:style>
  <w:style w:styleId="style28" w:type="character">
    <w:name w:val="annotation reference"/>
    <w:basedOn w:val="style15"/>
    <w:next w:val="style28"/>
    <w:rPr>
      <w:sz w:val="16"/>
      <w:szCs w:val="16"/>
      <w:rFonts w:cs="Times New Roman"/>
    </w:rPr>
  </w:style>
  <w:style w:styleId="style29" w:type="character">
    <w:name w:val="ZGSM"/>
    <w:next w:val="style29"/>
    <w:rPr>
      <w:sz w:val="20"/>
    </w:rPr>
  </w:style>
  <w:style w:styleId="style30" w:type="character">
    <w:name w:val="Comment Text Char"/>
    <w:basedOn w:val="style15"/>
    <w:next w:val="style30"/>
    <w:rPr>
      <w:sz w:val="20"/>
      <w:szCs w:val="20"/>
      <w:rFonts w:ascii="Arial" w:cs="Times New Roman" w:hAnsi="Arial"/>
      <w:lang w:eastAsia="ja-JP" w:val="en-GB"/>
    </w:rPr>
  </w:style>
  <w:style w:styleId="style31" w:type="character">
    <w:name w:val="Internet Link"/>
    <w:basedOn w:val="style15"/>
    <w:next w:val="style31"/>
    <w:rPr>
      <w:color w:val="0000FF"/>
      <w:u w:val="single"/>
      <w:rFonts w:cs="Times New Roman"/>
      <w:lang w:bidi="en-US" w:eastAsia="en-US" w:val="en-US"/>
    </w:rPr>
  </w:style>
  <w:style w:styleId="style32" w:type="character">
    <w:name w:val="Comment Subject Char"/>
    <w:basedOn w:val="style30"/>
    <w:next w:val="style32"/>
    <w:rPr>
      <w:b/>
      <w:bCs/>
    </w:rPr>
  </w:style>
  <w:style w:styleId="style33" w:type="character">
    <w:name w:val="Balloon Text Char"/>
    <w:basedOn w:val="style15"/>
    <w:next w:val="style33"/>
    <w:rPr>
      <w:sz w:val="2"/>
      <w:rFonts w:cs="Times New Roman"/>
      <w:lang w:eastAsia="ja-JP" w:val="en-GB"/>
    </w:rPr>
  </w:style>
  <w:style w:styleId="style34" w:type="character">
    <w:name w:val="Document Map Char"/>
    <w:basedOn w:val="style15"/>
    <w:next w:val="style34"/>
    <w:rPr>
      <w:sz w:val="2"/>
      <w:rFonts w:cs="Times New Roman"/>
      <w:lang w:eastAsia="ja-JP" w:val="en-GB"/>
    </w:rPr>
  </w:style>
  <w:style w:styleId="style35" w:type="character">
    <w:name w:val="Body Text Char"/>
    <w:basedOn w:val="style15"/>
    <w:next w:val="style35"/>
    <w:rPr>
      <w:sz w:val="20"/>
      <w:szCs w:val="20"/>
      <w:rFonts w:ascii="Arial" w:cs="Times New Roman" w:hAnsi="Arial"/>
      <w:lang w:eastAsia="ja-JP" w:val="en-GB"/>
    </w:rPr>
  </w:style>
  <w:style w:styleId="style36" w:type="character">
    <w:name w:val="Body Text 2 Char"/>
    <w:basedOn w:val="style15"/>
    <w:next w:val="style36"/>
    <w:rPr>
      <w:sz w:val="20"/>
      <w:szCs w:val="20"/>
      <w:rFonts w:ascii="Arial" w:cs="Times New Roman" w:hAnsi="Arial"/>
      <w:lang w:eastAsia="ja-JP" w:val="en-GB"/>
    </w:rPr>
  </w:style>
  <w:style w:styleId="style37" w:type="character">
    <w:name w:val="ZMODIFY"/>
    <w:basedOn w:val="style15"/>
    <w:next w:val="style37"/>
    <w:rPr>
      <w:rFonts w:cs="Times New Roman"/>
    </w:rPr>
  </w:style>
  <w:style w:styleId="style38" w:type="character">
    <w:name w:val="ZDONTMODIFY"/>
    <w:basedOn w:val="style15"/>
    <w:next w:val="style38"/>
    <w:rPr>
      <w:rFonts w:cs="Times New Roman"/>
    </w:rPr>
  </w:style>
  <w:style w:styleId="style39" w:type="character">
    <w:name w:val="ZREGNAME"/>
    <w:basedOn w:val="style15"/>
    <w:next w:val="style39"/>
    <w:rPr>
      <w:rFonts w:cs="Times New Roman"/>
    </w:rPr>
  </w:style>
  <w:style w:styleId="style40" w:type="character">
    <w:name w:val="FollowedHyperlink"/>
    <w:basedOn w:val="style15"/>
    <w:next w:val="style40"/>
    <w:rPr>
      <w:color w:val="606420"/>
      <w:u w:val="single"/>
      <w:rFonts w:cs="Times New Roman"/>
    </w:rPr>
  </w:style>
  <w:style w:styleId="style41" w:type="character">
    <w:name w:val="Editor's Note Char1"/>
    <w:next w:val="style41"/>
    <w:rPr>
      <w:color w:val="FF0000"/>
      <w:rFonts w:eastAsia="Times New Roman"/>
      <w:lang w:val="en-GB"/>
    </w:rPr>
  </w:style>
  <w:style w:styleId="style42" w:type="character">
    <w:name w:val="ListLabel 1"/>
    <w:next w:val="style42"/>
    <w:rPr>
      <w:rFonts w:cs="Times New Roman"/>
    </w:rPr>
  </w:style>
  <w:style w:styleId="style43" w:type="paragraph">
    <w:name w:val="Heading"/>
    <w:basedOn w:val="style0"/>
    <w:next w:val="style44"/>
    <w:pPr>
      <w:keepNext/>
      <w:spacing w:after="120" w:before="240"/>
    </w:pPr>
    <w:rPr>
      <w:sz w:val="28"/>
      <w:szCs w:val="28"/>
      <w:rFonts w:ascii="Liberation Sans" w:cs="Lohit Hindi" w:eastAsia="WenQuanYi Micro Hei" w:hAnsi="Liberation Sans"/>
    </w:rPr>
  </w:style>
  <w:style w:styleId="style44" w:type="paragraph">
    <w:name w:val="Text body"/>
    <w:basedOn w:val="style0"/>
    <w:next w:val="style44"/>
    <w:pPr>
      <w:spacing w:after="120" w:before="120"/>
    </w:pPr>
    <w:rPr/>
  </w:style>
  <w:style w:styleId="style45" w:type="paragraph">
    <w:name w:val="List"/>
    <w:basedOn w:val="style0"/>
    <w:next w:val="style45"/>
    <w:pPr>
      <w:numPr>
        <w:ilvl w:val="0"/>
        <w:numId w:val="1"/>
      </w:numPr>
      <w:spacing w:after="0" w:before="180"/>
    </w:pPr>
    <w:rPr>
      <w:sz w:val="22"/>
      <w:rFonts w:cs="Lohit Hindi"/>
      <w:lang w:eastAsia="en-US" w:val="en-US"/>
    </w:rPr>
  </w:style>
  <w:style w:styleId="style46" w:type="paragraph">
    <w:name w:val="Caption"/>
    <w:basedOn w:val="style0"/>
    <w:next w:val="style46"/>
    <w:pPr>
      <w:suppressLineNumbers/>
      <w:spacing w:after="120" w:before="120"/>
    </w:pPr>
    <w:rPr>
      <w:sz w:val="24"/>
      <w:i/>
      <w:szCs w:val="24"/>
      <w:iCs/>
      <w:rFonts w:cs="Lohit Hindi"/>
    </w:rPr>
  </w:style>
  <w:style w:styleId="style47" w:type="paragraph">
    <w:name w:val="Index"/>
    <w:basedOn w:val="style0"/>
    <w:next w:val="style47"/>
    <w:pPr>
      <w:suppressLineNumbers/>
    </w:pPr>
    <w:rPr>
      <w:rFonts w:cs="Lohit Hindi"/>
    </w:rPr>
  </w:style>
  <w:style w:styleId="style48" w:type="paragraph">
    <w:name w:val="ZA"/>
    <w:next w:val="style48"/>
    <w:pPr>
      <w:jc w:val="right"/>
      <w:widowControl w:val="false"/>
      <w:overflowPunct w:val="true"/>
      <w:pBdr>
        <w:bottom w:color="00000A" w:space="0" w:sz="12" w:val="single"/>
      </w:pBdr>
      <w:tabs>
        <w:tab w:leader="none" w:pos="1298" w:val="left"/>
      </w:tabs>
      <w:suppressAutoHyphens w:val="true"/>
    </w:pPr>
    <w:rPr>
      <w:color w:val="auto"/>
      <w:sz w:val="40"/>
      <w:szCs w:val="20"/>
      <w:rFonts w:ascii="Arial" w:cs="Lohit Hindi" w:eastAsia="WenQuanYi Micro Hei" w:hAnsi="Arial"/>
      <w:lang w:bidi="hi-IN" w:eastAsia="zh-CN" w:val="en-GB"/>
    </w:rPr>
  </w:style>
  <w:style w:styleId="style49" w:type="paragraph">
    <w:name w:val="ZB"/>
    <w:next w:val="style49"/>
    <w:pPr>
      <w:widowControl/>
      <w:tabs>
        <w:tab w:leader="none" w:pos="5387" w:val="left"/>
        <w:tab w:leader="none" w:pos="6804" w:val="left"/>
      </w:tabs>
      <w:overflowPunct w:val="true"/>
      <w:suppressAutoHyphens w:val="true"/>
      <w:spacing w:after="240" w:before="0" w:line="240" w:lineRule="atLeast"/>
    </w:pPr>
    <w:rPr>
      <w:color w:val="auto"/>
      <w:sz w:val="32"/>
      <w:b/>
      <w:szCs w:val="20"/>
      <w:rFonts w:ascii="Arial" w:cs="Lohit Hindi" w:eastAsia="WenQuanYi Micro Hei" w:hAnsi="Arial"/>
      <w:lang w:bidi="hi-IN" w:eastAsia="zh-CN" w:val="en-GB"/>
    </w:rPr>
  </w:style>
  <w:style w:styleId="style50" w:type="paragraph">
    <w:name w:val="Footer"/>
    <w:basedOn w:val="style51"/>
    <w:next w:val="style50"/>
    <w:pPr>
      <w:tabs>
        <w:tab w:leader="none" w:pos="4986" w:val="center"/>
        <w:tab w:leader="none" w:pos="9972" w:val="right"/>
      </w:tabs>
      <w:suppressLineNumbers/>
    </w:pPr>
    <w:rPr/>
  </w:style>
  <w:style w:styleId="style51" w:type="paragraph">
    <w:name w:val="Header"/>
    <w:basedOn w:val="style0"/>
    <w:next w:val="style51"/>
    <w:pPr>
      <w:tabs>
        <w:tab w:leader="none" w:pos="4678" w:val="center"/>
        <w:tab w:leader="none" w:pos="9356" w:val="right"/>
      </w:tabs>
      <w:overflowPunct w:val="true"/>
      <w:suppressLineNumbers/>
    </w:pPr>
    <w:rPr>
      <w:lang w:eastAsia="en-US"/>
    </w:rPr>
  </w:style>
  <w:style w:styleId="style52" w:type="paragraph">
    <w:name w:val="ZC"/>
    <w:next w:val="style52"/>
    <w:pPr>
      <w:jc w:val="center"/>
      <w:widowControl/>
      <w:overflowPunct w:val="true"/>
      <w:tabs>
        <w:tab w:leader="none" w:pos="1298" w:val="left"/>
      </w:tabs>
      <w:suppressAutoHyphens w:val="true"/>
      <w:spacing w:line="360" w:lineRule="atLeast"/>
    </w:pPr>
    <w:rPr>
      <w:color w:val="auto"/>
      <w:sz w:val="20"/>
      <w:szCs w:val="20"/>
      <w:rFonts w:ascii="Arial" w:cs="Lohit Hindi" w:eastAsia="WenQuanYi Micro Hei" w:hAnsi="Arial"/>
      <w:lang w:bidi="hi-IN" w:eastAsia="zh-CN" w:val="en-GB"/>
    </w:rPr>
  </w:style>
  <w:style w:styleId="style53" w:type="paragraph">
    <w:name w:val="ZK"/>
    <w:next w:val="style53"/>
    <w:pPr>
      <w:widowControl/>
      <w:overflowPunct w:val="true"/>
      <w:ind w:hanging="1191" w:left="1191" w:right="113"/>
      <w:tabs>
        <w:tab w:leader="none" w:pos="2489" w:val="left"/>
      </w:tabs>
      <w:suppressAutoHyphens w:val="true"/>
      <w:spacing w:after="240" w:before="0" w:line="240" w:lineRule="atLeast"/>
    </w:pPr>
    <w:rPr>
      <w:color w:val="auto"/>
      <w:sz w:val="20"/>
      <w:szCs w:val="20"/>
      <w:rFonts w:ascii="Arial" w:cs="Lohit Hindi" w:eastAsia="WenQuanYi Micro Hei" w:hAnsi="Arial"/>
      <w:lang w:bidi="hi-IN" w:eastAsia="zh-CN" w:val="en-GB"/>
    </w:rPr>
  </w:style>
  <w:style w:styleId="style54" w:type="paragraph">
    <w:name w:val="ZT"/>
    <w:next w:val="style54"/>
    <w:pPr>
      <w:jc w:val="center"/>
      <w:widowControl/>
      <w:overflowPunct w:val="true"/>
      <w:tabs>
        <w:tab w:leader="none" w:pos="1298" w:val="left"/>
      </w:tabs>
      <w:suppressAutoHyphens w:val="true"/>
      <w:spacing w:after="96" w:before="0" w:line="240" w:lineRule="atLeast"/>
    </w:pPr>
    <w:rPr>
      <w:color w:val="auto"/>
      <w:sz w:val="32"/>
      <w:b/>
      <w:szCs w:val="20"/>
      <w:rFonts w:ascii="Arial" w:cs="Lohit Hindi" w:eastAsia="WenQuanYi Micro Hei" w:hAnsi="Arial"/>
      <w:lang w:bidi="hi-IN" w:eastAsia="zh-CN" w:val="en-GB"/>
    </w:rPr>
  </w:style>
  <w:style w:styleId="style55" w:type="paragraph">
    <w:name w:val="ZU"/>
    <w:next w:val="style55"/>
    <w:pPr>
      <w:widowControl/>
      <w:overflowPunct w:val="true"/>
      <w:ind w:hanging="510" w:left="510" w:right="113"/>
      <w:tabs>
        <w:tab w:leader="none" w:pos="1808" w:val="left"/>
      </w:tabs>
      <w:suppressAutoHyphens w:val="true"/>
      <w:spacing w:after="240" w:before="480" w:line="240" w:lineRule="atLeast"/>
    </w:pPr>
    <w:rPr>
      <w:color w:val="auto"/>
      <w:sz w:val="20"/>
      <w:szCs w:val="20"/>
      <w:rFonts w:ascii="Arial" w:cs="Lohit Hindi" w:eastAsia="WenQuanYi Micro Hei" w:hAnsi="Arial"/>
      <w:lang w:bidi="hi-IN" w:eastAsia="zh-CN" w:val="en-GB"/>
    </w:rPr>
  </w:style>
  <w:style w:styleId="style56" w:type="paragraph">
    <w:name w:val="Contents 1"/>
    <w:basedOn w:val="style0"/>
    <w:next w:val="style56"/>
    <w:pPr>
      <w:keepLines/>
      <w:tabs>
        <w:tab w:leader="dot" w:pos="9923" w:val="right"/>
      </w:tabs>
      <w:overflowPunct w:val="true"/>
      <w:ind w:hanging="567" w:left="567" w:right="284"/>
      <w:spacing w:after="0" w:before="240"/>
    </w:pPr>
    <w:rPr>
      <w:lang w:eastAsia="en-US"/>
    </w:rPr>
  </w:style>
  <w:style w:styleId="style57" w:type="paragraph">
    <w:name w:val="index 2"/>
    <w:next w:val="style57"/>
    <w:pPr>
      <w:ind w:hanging="0" w:left="284" w:right="0"/>
      <w:widowControl w:val="false"/>
      <w:tabs>
        <w:tab w:leader="none" w:pos="1582" w:val="left"/>
      </w:tabs>
      <w:suppressAutoHyphens w:val="true"/>
    </w:pPr>
    <w:rPr>
      <w:color w:val="auto"/>
      <w:sz w:val="24"/>
      <w:szCs w:val="24"/>
      <w:rFonts w:ascii="Liberation Serif" w:cs="Lohit Hindi" w:eastAsia="WenQuanYi Micro Hei" w:hAnsi="Liberation Serif"/>
      <w:lang w:bidi="hi-IN" w:eastAsia="zh-CN" w:val="en-US"/>
    </w:rPr>
  </w:style>
  <w:style w:styleId="style58" w:type="paragraph">
    <w:name w:val="index 1"/>
    <w:basedOn w:val="style0"/>
    <w:next w:val="style58"/>
    <w:pPr>
      <w:keepLines/>
    </w:pPr>
    <w:rPr/>
  </w:style>
  <w:style w:styleId="style59" w:type="paragraph">
    <w:name w:val="Contents 2"/>
    <w:basedOn w:val="style56"/>
    <w:next w:val="style59"/>
    <w:pPr>
      <w:tabs>
        <w:tab w:leader="dot" w:pos="11107" w:val="right"/>
      </w:tabs>
      <w:ind w:hanging="851" w:left="1418" w:right="0"/>
      <w:spacing w:after="0" w:before="0"/>
    </w:pPr>
    <w:rPr/>
  </w:style>
  <w:style w:styleId="style60" w:type="paragraph">
    <w:name w:val="Contents 3"/>
    <w:basedOn w:val="style59"/>
    <w:next w:val="style60"/>
    <w:pPr>
      <w:tabs>
        <w:tab w:leader="dot" w:pos="9972" w:val="right"/>
      </w:tabs>
      <w:ind w:hanging="0" w:left="566" w:right="0"/>
    </w:pPr>
    <w:rPr/>
  </w:style>
  <w:style w:styleId="style61" w:type="paragraph">
    <w:name w:val="Contents 4"/>
    <w:basedOn w:val="style59"/>
    <w:next w:val="style61"/>
    <w:pPr>
      <w:tabs>
        <w:tab w:leader="dot" w:pos="13092" w:val="right"/>
      </w:tabs>
      <w:ind w:hanging="1418" w:left="3969" w:right="0"/>
    </w:pPr>
    <w:rPr/>
  </w:style>
  <w:style w:styleId="style62" w:type="paragraph">
    <w:name w:val="Contents 5"/>
    <w:basedOn w:val="style59"/>
    <w:next w:val="style62"/>
    <w:pPr>
      <w:tabs>
        <w:tab w:leader="dot" w:pos="14510" w:val="right"/>
      </w:tabs>
      <w:ind w:hanging="1701" w:left="5670" w:right="0"/>
    </w:pPr>
    <w:rPr/>
  </w:style>
  <w:style w:styleId="style63" w:type="paragraph">
    <w:name w:val="Contents 6"/>
    <w:basedOn w:val="style62"/>
    <w:next w:val="style63"/>
    <w:pPr>
      <w:tabs>
        <w:tab w:leader="dot" w:pos="9972" w:val="right"/>
      </w:tabs>
      <w:ind w:hanging="0" w:left="1415" w:right="0"/>
    </w:pPr>
    <w:rPr/>
  </w:style>
  <w:style w:styleId="style64" w:type="paragraph">
    <w:name w:val="Contents 7"/>
    <w:basedOn w:val="style63"/>
    <w:next w:val="style64"/>
    <w:pPr>
      <w:tabs>
        <w:tab w:leader="dot" w:pos="9972" w:val="right"/>
      </w:tabs>
      <w:ind w:hanging="0" w:left="1698" w:right="0"/>
    </w:pPr>
    <w:rPr/>
  </w:style>
  <w:style w:styleId="style65" w:type="paragraph">
    <w:name w:val="Contents 8"/>
    <w:basedOn w:val="style56"/>
    <w:next w:val="style65"/>
    <w:pPr>
      <w:tabs>
        <w:tab w:leader="dot" w:pos="10259" w:val="right"/>
      </w:tabs>
      <w:ind w:hanging="2268" w:left="2268" w:right="0"/>
    </w:pPr>
    <w:rPr/>
  </w:style>
  <w:style w:styleId="style66" w:type="paragraph">
    <w:name w:val="Contents 9"/>
    <w:basedOn w:val="style56"/>
    <w:next w:val="style66"/>
    <w:pPr>
      <w:tabs>
        <w:tab w:leader="dot" w:pos="8842" w:val="right"/>
      </w:tabs>
      <w:ind w:hanging="1134" w:left="1134" w:right="0"/>
    </w:pPr>
    <w:rPr/>
  </w:style>
  <w:style w:styleId="style67" w:type="paragraph">
    <w:name w:val="index heading"/>
    <w:next w:val="style67"/>
    <w:pPr>
      <w:widowControl w:val="false"/>
      <w:tabs>
        <w:tab w:leader="none" w:pos="1298" w:val="left"/>
      </w:tabs>
      <w:suppressAutoHyphens w:val="true"/>
      <w:spacing w:after="0" w:before="240"/>
    </w:pPr>
    <w:rPr>
      <w:color w:val="auto"/>
      <w:sz w:val="24"/>
      <w:szCs w:val="24"/>
      <w:rFonts w:ascii="Liberation Serif" w:cs="Lohit Hindi" w:eastAsia="WenQuanYi Micro Hei" w:hAnsi="Liberation Serif"/>
      <w:lang w:bidi="hi-IN" w:eastAsia="zh-CN" w:val="en-US"/>
    </w:rPr>
  </w:style>
  <w:style w:styleId="style68" w:type="paragraph">
    <w:name w:val="TT"/>
    <w:basedOn w:val="style0"/>
    <w:next w:val="style68"/>
    <w:pPr>
      <w:jc w:val="center"/>
      <w:keepLines/>
      <w:overflowPunct w:val="true"/>
      <w:keepNext/>
      <w:spacing w:after="960" w:before="120"/>
    </w:pPr>
    <w:rPr>
      <w:b/>
      <w:lang w:eastAsia="en-US"/>
    </w:rPr>
  </w:style>
  <w:style w:styleId="style69" w:type="paragraph">
    <w:name w:val="footnote text"/>
    <w:basedOn w:val="style0"/>
    <w:next w:val="style69"/>
    <w:pPr>
      <w:keepLines/>
      <w:ind w:hanging="454" w:left="454" w:right="0"/>
    </w:pPr>
    <w:rPr>
      <w:sz w:val="16"/>
    </w:rPr>
  </w:style>
  <w:style w:styleId="style70" w:type="paragraph">
    <w:name w:val="Normal Indent"/>
    <w:basedOn w:val="style0"/>
    <w:next w:val="style70"/>
    <w:pPr>
      <w:ind w:hanging="0" w:left="567" w:right="0"/>
    </w:pPr>
    <w:rPr/>
  </w:style>
  <w:style w:styleId="style71" w:type="paragraph">
    <w:name w:val="TAH"/>
    <w:next w:val="style71"/>
    <w:pPr>
      <w:widowControl w:val="false"/>
      <w:tabs>
        <w:tab w:leader="none" w:pos="1298" w:val="left"/>
      </w:tabs>
      <w:suppressAutoHyphens w:val="true"/>
    </w:pPr>
    <w:rPr>
      <w:b/>
      <w:color w:val="auto"/>
      <w:sz w:val="24"/>
      <w:szCs w:val="24"/>
      <w:rFonts w:ascii="Liberation Serif" w:cs="Lohit Hindi" w:eastAsia="WenQuanYi Micro Hei" w:hAnsi="Liberation Serif"/>
      <w:lang w:bidi="hi-IN" w:eastAsia="zh-CN" w:val="en-US"/>
    </w:rPr>
  </w:style>
  <w:style w:styleId="style72" w:type="paragraph">
    <w:name w:val="TAC"/>
    <w:next w:val="style72"/>
    <w:pPr>
      <w:jc w:val="center"/>
      <w:widowControl w:val="false"/>
      <w:tabs>
        <w:tab w:leader="none" w:pos="1298" w:val="left"/>
      </w:tabs>
      <w:suppressAutoHyphens w:val="true"/>
    </w:pPr>
    <w:rPr>
      <w:color w:val="auto"/>
      <w:sz w:val="24"/>
      <w:szCs w:val="24"/>
      <w:rFonts w:ascii="Liberation Serif" w:cs="Lohit Hindi" w:eastAsia="WenQuanYi Micro Hei" w:hAnsi="Liberation Serif"/>
      <w:lang w:bidi="hi-IN" w:eastAsia="zh-CN" w:val="en-US"/>
    </w:rPr>
  </w:style>
  <w:style w:styleId="style73" w:type="paragraph">
    <w:name w:val="TAJ"/>
    <w:basedOn w:val="style0"/>
    <w:next w:val="style73"/>
    <w:pPr>
      <w:keepLines/>
      <w:overflowPunct w:val="true"/>
      <w:keepNext/>
    </w:pPr>
    <w:rPr>
      <w:lang w:eastAsia="en-US"/>
    </w:rPr>
  </w:style>
  <w:style w:styleId="style74" w:type="paragraph">
    <w:name w:val="NO"/>
    <w:basedOn w:val="style0"/>
    <w:next w:val="style74"/>
    <w:pPr>
      <w:keepLines/>
      <w:overflowPunct w:val="true"/>
      <w:ind w:hanging="1134" w:left="1701" w:right="0"/>
      <w:spacing w:after="240" w:before="120"/>
    </w:pPr>
    <w:rPr>
      <w:lang w:eastAsia="en-US"/>
    </w:rPr>
  </w:style>
  <w:style w:styleId="style75" w:type="paragraph">
    <w:name w:val="HO"/>
    <w:basedOn w:val="style0"/>
    <w:next w:val="style75"/>
    <w:pPr>
      <w:jc w:val="right"/>
      <w:overflowPunct w:val="true"/>
    </w:pPr>
    <w:rPr>
      <w:b/>
      <w:lang w:eastAsia="en-US"/>
    </w:rPr>
  </w:style>
  <w:style w:styleId="style76" w:type="paragraph">
    <w:name w:val="HE"/>
    <w:basedOn w:val="style0"/>
    <w:next w:val="style76"/>
    <w:pPr>
      <w:overflowPunct w:val="true"/>
    </w:pPr>
    <w:rPr>
      <w:b/>
      <w:lang w:eastAsia="en-US"/>
    </w:rPr>
  </w:style>
  <w:style w:styleId="style77" w:type="paragraph">
    <w:name w:val="EX"/>
    <w:basedOn w:val="style0"/>
    <w:next w:val="style77"/>
    <w:pPr>
      <w:keepLines/>
      <w:overflowPunct w:val="true"/>
      <w:ind w:hanging="2268" w:left="2268" w:right="0"/>
      <w:spacing w:after="240" w:before="120"/>
    </w:pPr>
    <w:rPr>
      <w:lang w:eastAsia="en-US"/>
    </w:rPr>
  </w:style>
  <w:style w:styleId="style78" w:type="paragraph">
    <w:name w:val="FP"/>
    <w:basedOn w:val="style0"/>
    <w:next w:val="style78"/>
    <w:pPr>
      <w:overflowPunct w:val="true"/>
    </w:pPr>
    <w:rPr>
      <w:lang w:eastAsia="en-US"/>
    </w:rPr>
  </w:style>
  <w:style w:styleId="style79" w:type="paragraph">
    <w:name w:val="LD"/>
    <w:next w:val="style79"/>
    <w:pPr>
      <w:keepLines/>
      <w:widowControl/>
      <w:overflowPunct w:val="true"/>
      <w:keepNext/>
      <w:tabs>
        <w:tab w:leader="none" w:pos="1298" w:val="left"/>
      </w:tabs>
      <w:suppressAutoHyphens w:val="true"/>
      <w:spacing w:line="180" w:lineRule="exact"/>
    </w:pPr>
    <w:rPr>
      <w:color w:val="auto"/>
      <w:sz w:val="20"/>
      <w:szCs w:val="20"/>
      <w:rFonts w:ascii="Courier New" w:cs="Lohit Hindi" w:eastAsia="WenQuanYi Micro Hei" w:hAnsi="Courier New"/>
      <w:lang w:bidi="hi-IN" w:eastAsia="zh-CN" w:val="en-GB"/>
    </w:rPr>
  </w:style>
  <w:style w:styleId="style80" w:type="paragraph">
    <w:name w:val="NW"/>
    <w:basedOn w:val="style74"/>
    <w:next w:val="style80"/>
    <w:pPr>
      <w:spacing w:after="0" w:before="120"/>
    </w:pPr>
    <w:rPr/>
  </w:style>
  <w:style w:styleId="style81" w:type="paragraph">
    <w:name w:val="EW"/>
    <w:basedOn w:val="style77"/>
    <w:next w:val="style81"/>
    <w:pPr>
      <w:spacing w:after="0" w:before="120"/>
    </w:pPr>
    <w:rPr/>
  </w:style>
  <w:style w:styleId="style82" w:type="paragraph">
    <w:name w:val="B2"/>
    <w:next w:val="style82"/>
    <w:pPr>
      <w:ind w:hanging="0" w:left="1134" w:right="0"/>
      <w:widowControl w:val="false"/>
      <w:tabs>
        <w:tab w:leader="none" w:pos="2432" w:val="left"/>
      </w:tabs>
      <w:suppressAutoHyphens w:val="true"/>
    </w:pPr>
    <w:rPr>
      <w:color w:val="auto"/>
      <w:sz w:val="24"/>
      <w:szCs w:val="24"/>
      <w:rFonts w:ascii="Liberation Serif" w:cs="Lohit Hindi" w:eastAsia="WenQuanYi Micro Hei" w:hAnsi="Liberation Serif"/>
      <w:lang w:bidi="hi-IN" w:eastAsia="zh-CN" w:val="en-US"/>
    </w:rPr>
  </w:style>
  <w:style w:styleId="style83" w:type="paragraph">
    <w:name w:val="B1"/>
    <w:basedOn w:val="style0"/>
    <w:next w:val="style83"/>
    <w:pPr>
      <w:overflowPunct w:val="true"/>
      <w:ind w:hanging="567" w:left="567" w:right="0"/>
    </w:pPr>
    <w:rPr>
      <w:lang w:eastAsia="en-US"/>
    </w:rPr>
  </w:style>
  <w:style w:styleId="style84" w:type="paragraph">
    <w:name w:val="B3"/>
    <w:basedOn w:val="style83"/>
    <w:next w:val="style84"/>
    <w:pPr>
      <w:ind w:hanging="567" w:left="1701" w:right="0"/>
    </w:pPr>
    <w:rPr/>
  </w:style>
  <w:style w:styleId="style85" w:type="paragraph">
    <w:name w:val="B4"/>
    <w:basedOn w:val="style83"/>
    <w:next w:val="style85"/>
    <w:pPr>
      <w:ind w:hanging="567" w:left="2268" w:right="0"/>
    </w:pPr>
    <w:rPr/>
  </w:style>
  <w:style w:styleId="style86" w:type="paragraph">
    <w:name w:val="B5"/>
    <w:basedOn w:val="style83"/>
    <w:next w:val="style86"/>
    <w:pPr>
      <w:ind w:hanging="567" w:left="2835" w:right="0"/>
    </w:pPr>
    <w:rPr/>
  </w:style>
  <w:style w:styleId="style87" w:type="paragraph">
    <w:name w:val="EQ"/>
    <w:basedOn w:val="style0"/>
    <w:next w:val="style87"/>
    <w:pPr>
      <w:keepLines/>
      <w:tabs>
        <w:tab w:leader="none" w:pos="9356" w:val="right"/>
      </w:tabs>
      <w:overflowPunct w:val="true"/>
      <w:spacing w:after="240" w:before="120"/>
    </w:pPr>
    <w:rPr>
      <w:lang w:eastAsia="en-US"/>
    </w:rPr>
  </w:style>
  <w:style w:styleId="style88" w:type="paragraph">
    <w:name w:val="TH"/>
    <w:next w:val="style88"/>
    <w:pPr>
      <w:keepNext/>
      <w:widowControl w:val="false"/>
      <w:tabs>
        <w:tab w:leader="none" w:pos="1298" w:val="left"/>
      </w:tabs>
      <w:suppressAutoHyphens w:val="true"/>
    </w:pPr>
    <w:rPr>
      <w:color w:val="auto"/>
      <w:sz w:val="24"/>
      <w:szCs w:val="24"/>
      <w:rFonts w:ascii="Liberation Serif" w:cs="Lohit Hindi" w:eastAsia="WenQuanYi Micro Hei" w:hAnsi="Liberation Serif"/>
      <w:lang w:bidi="hi-IN" w:eastAsia="zh-CN" w:val="en-US"/>
    </w:rPr>
  </w:style>
  <w:style w:styleId="style89" w:type="paragraph">
    <w:name w:val="TF"/>
    <w:basedOn w:val="style0"/>
    <w:next w:val="style89"/>
    <w:pPr>
      <w:jc w:val="center"/>
      <w:keepLines/>
      <w:overflowPunct w:val="true"/>
      <w:spacing w:after="240" w:before="120"/>
    </w:pPr>
    <w:rPr>
      <w:b/>
      <w:lang w:eastAsia="en-US"/>
    </w:rPr>
  </w:style>
  <w:style w:styleId="style90" w:type="paragraph">
    <w:name w:val="NF"/>
    <w:basedOn w:val="style74"/>
    <w:next w:val="style90"/>
    <w:pPr/>
    <w:rPr>
      <w:sz w:val="18"/>
    </w:rPr>
  </w:style>
  <w:style w:styleId="style91" w:type="paragraph">
    <w:name w:val="PL"/>
    <w:next w:val="style91"/>
    <w:pPr>
      <w:widowControl/>
      <w:tabs>
        <w:tab w:leader="none" w:pos="384" w:val="left"/>
        <w:tab w:leader="none" w:pos="768" w:val="left"/>
        <w:tab w:leader="none" w:pos="1152" w:val="left"/>
        <w:tab w:leader="none" w:pos="1536" w:val="left"/>
        <w:tab w:leader="none" w:pos="1920" w:val="left"/>
        <w:tab w:leader="none" w:pos="2304" w:val="left"/>
        <w:tab w:leader="none" w:pos="2688" w:val="left"/>
        <w:tab w:leader="none" w:pos="3072" w:val="left"/>
        <w:tab w:leader="none" w:pos="3456" w:val="left"/>
        <w:tab w:leader="none" w:pos="3840" w:val="left"/>
        <w:tab w:leader="none" w:pos="4224" w:val="left"/>
        <w:tab w:leader="none" w:pos="4608" w:val="left"/>
        <w:tab w:leader="none" w:pos="4992" w:val="left"/>
        <w:tab w:leader="none" w:pos="5376" w:val="left"/>
        <w:tab w:leader="none" w:pos="5760" w:val="left"/>
        <w:tab w:leader="none" w:pos="6144" w:val="left"/>
        <w:tab w:leader="none" w:pos="6528" w:val="left"/>
        <w:tab w:leader="none" w:pos="6912" w:val="left"/>
        <w:tab w:leader="none" w:pos="7296" w:val="left"/>
        <w:tab w:leader="none" w:pos="7680" w:val="left"/>
        <w:tab w:leader="none" w:pos="8064" w:val="left"/>
        <w:tab w:leader="none" w:pos="8448" w:val="left"/>
        <w:tab w:leader="none" w:pos="8832" w:val="left"/>
        <w:tab w:leader="none" w:pos="9216" w:val="left"/>
      </w:tabs>
      <w:overflowPunct w:val="true"/>
      <w:suppressAutoHyphens w:val="true"/>
    </w:pPr>
    <w:rPr>
      <w:color w:val="auto"/>
      <w:sz w:val="16"/>
      <w:szCs w:val="20"/>
      <w:rFonts w:ascii="Courier New" w:cs="Lohit Hindi" w:eastAsia="WenQuanYi Micro Hei" w:hAnsi="Courier New"/>
      <w:lang w:bidi="hi-IN" w:eastAsia="zh-CN" w:val="en-GB"/>
    </w:rPr>
  </w:style>
  <w:style w:styleId="style92" w:type="paragraph">
    <w:name w:val="TAR"/>
    <w:basedOn w:val="style73"/>
    <w:next w:val="style92"/>
    <w:pPr>
      <w:jc w:val="right"/>
    </w:pPr>
    <w:rPr/>
  </w:style>
  <w:style w:styleId="style93" w:type="paragraph">
    <w:name w:val="H6"/>
    <w:basedOn w:val="style5"/>
    <w:next w:val="style93"/>
    <w:pPr>
      <w:outlineLvl w:val="9"/>
      <w:ind w:hanging="1985" w:left="1985" w:right="0"/>
    </w:pPr>
    <w:rPr/>
  </w:style>
  <w:style w:styleId="style94" w:type="paragraph">
    <w:name w:val="TAN"/>
    <w:basedOn w:val="style73"/>
    <w:next w:val="style94"/>
    <w:pPr>
      <w:ind w:hanging="1134" w:left="1134" w:right="0"/>
    </w:pPr>
    <w:rPr/>
  </w:style>
  <w:style w:styleId="style95" w:type="paragraph">
    <w:name w:val="TAL"/>
    <w:basedOn w:val="style73"/>
    <w:next w:val="style95"/>
    <w:pPr/>
    <w:rPr/>
  </w:style>
  <w:style w:styleId="style96" w:type="paragraph">
    <w:name w:val="annotation text"/>
    <w:basedOn w:val="style0"/>
    <w:next w:val="style96"/>
    <w:pPr/>
    <w:rPr/>
  </w:style>
  <w:style w:styleId="style97" w:type="paragraph">
    <w:name w:val="annotation subject"/>
    <w:basedOn w:val="style96"/>
    <w:next w:val="style97"/>
    <w:pPr/>
    <w:rPr>
      <w:b/>
      <w:bCs/>
    </w:rPr>
  </w:style>
  <w:style w:styleId="style98" w:type="paragraph">
    <w:name w:val="Balloon Text"/>
    <w:basedOn w:val="style0"/>
    <w:next w:val="style98"/>
    <w:pPr/>
    <w:rPr>
      <w:sz w:val="16"/>
      <w:szCs w:val="16"/>
      <w:rFonts w:ascii="Tahoma" w:cs="Tahoma" w:hAnsi="Tahoma"/>
    </w:rPr>
  </w:style>
  <w:style w:styleId="style99" w:type="paragraph">
    <w:name w:val="Document Map"/>
    <w:basedOn w:val="style0"/>
    <w:next w:val="style99"/>
    <w:pPr>
      <w:shd w:fill="000080"/>
    </w:pPr>
    <w:rPr>
      <w:rFonts w:ascii="Tahoma" w:cs="Tahoma" w:hAnsi="Tahoma"/>
    </w:rPr>
  </w:style>
  <w:style w:styleId="style100" w:type="paragraph">
    <w:name w:val="Requirement"/>
    <w:basedOn w:val="style44"/>
    <w:next w:val="style100"/>
    <w:pPr>
      <w:numPr>
        <w:ilvl w:val="0"/>
        <w:numId w:val="1"/>
      </w:numPr>
      <w:spacing w:after="120" w:before="0"/>
    </w:pPr>
    <w:rPr>
      <w:rFonts w:ascii="Times New Roman" w:cs="Arial" w:hAnsi="Times New Roman"/>
      <w:lang w:eastAsia="de-DE"/>
    </w:rPr>
  </w:style>
  <w:style w:styleId="style101" w:type="paragraph">
    <w:name w:val="Default Paragraph Font Para Char Char Char"/>
    <w:basedOn w:val="style0"/>
    <w:next w:val="style101"/>
    <w:pPr>
      <w:spacing w:after="160" w:before="0" w:line="240" w:lineRule="exact"/>
    </w:pPr>
    <w:rPr>
      <w:szCs w:val="22"/>
      <w:rFonts w:eastAsia="SimSun"/>
      <w:lang w:eastAsia="en-US" w:val="en-US"/>
    </w:rPr>
  </w:style>
  <w:style w:styleId="style102" w:type="paragraph">
    <w:name w:val="SubHead"/>
    <w:basedOn w:val="style0"/>
    <w:next w:val="style102"/>
    <w:pPr>
      <w:keepNext/>
      <w:spacing w:after="120" w:before="120"/>
    </w:pPr>
    <w:rPr>
      <w:sz w:val="22"/>
      <w:i/>
      <w:szCs w:val="24"/>
      <w:lang w:eastAsia="de-DE" w:val="en-US"/>
    </w:rPr>
  </w:style>
  <w:style w:styleId="style103" w:type="paragraph">
    <w:name w:val="Body Text 2"/>
    <w:basedOn w:val="style0"/>
    <w:next w:val="style103"/>
    <w:pPr>
      <w:spacing w:after="120" w:before="120" w:line="480" w:lineRule="atLeast"/>
    </w:pPr>
    <w:rPr/>
  </w:style>
  <w:style w:styleId="style104" w:type="paragraph">
    <w:name w:val="Ref"/>
    <w:basedOn w:val="style44"/>
    <w:next w:val="style104"/>
    <w:pPr>
      <w:numPr>
        <w:ilvl w:val="0"/>
        <w:numId w:val="1"/>
      </w:numPr>
    </w:pPr>
    <w:rPr>
      <w:lang w:eastAsia="en-US" w:val="en-US"/>
    </w:rPr>
  </w:style>
  <w:style w:styleId="style105" w:type="paragraph">
    <w:name w:val="FigureCaption"/>
    <w:basedOn w:val="style0"/>
    <w:next w:val="style105"/>
    <w:pPr>
      <w:outlineLvl w:val="0"/>
      <w:numPr>
        <w:ilvl w:val="0"/>
        <w:numId w:val="1"/>
      </w:numPr>
      <w:tabs>
        <w:tab w:leader="none" w:pos="2693" w:val="left"/>
        <w:tab w:leader="none" w:pos="2835" w:val="left"/>
      </w:tabs>
      <w:ind w:hanging="1060" w:left="1417" w:right="0"/>
    </w:pPr>
    <w:rPr>
      <w:b/>
      <w:lang w:eastAsia="en-US"/>
    </w:rPr>
  </w:style>
  <w:style w:styleId="style106" w:type="paragraph">
    <w:name w:val="ReqIndent"/>
    <w:basedOn w:val="style0"/>
    <w:next w:val="style106"/>
    <w:pPr>
      <w:tabs>
        <w:tab w:leader="none" w:pos="1418" w:val="left"/>
        <w:tab w:leader="none" w:pos="2268" w:val="left"/>
      </w:tabs>
      <w:ind w:hanging="1134" w:left="1134" w:right="0"/>
    </w:pPr>
    <w:rPr>
      <w:lang w:eastAsia="en-US"/>
    </w:rPr>
  </w:style>
  <w:style w:styleId="style107" w:type="paragraph">
    <w:name w:val="00 BodyText"/>
    <w:basedOn w:val="style0"/>
    <w:next w:val="style107"/>
    <w:pPr>
      <w:spacing w:after="220" w:before="0"/>
    </w:pPr>
    <w:rPr>
      <w:sz w:val="22"/>
      <w:lang w:eastAsia="en-US" w:val="en-US"/>
    </w:rPr>
  </w:style>
  <w:style w:styleId="style108" w:type="paragraph">
    <w:name w:val="caption"/>
    <w:basedOn w:val="style0"/>
    <w:next w:val="style108"/>
    <w:pPr>
      <w:spacing w:after="0" w:before="0"/>
    </w:pPr>
    <w:rPr>
      <w:b/>
      <w:bCs/>
      <w:lang w:eastAsia="en-US"/>
    </w:rPr>
  </w:style>
  <w:style w:styleId="style109" w:type="paragraph">
    <w:name w:val="List Bullet"/>
    <w:basedOn w:val="style45"/>
    <w:next w:val="style109"/>
    <w:pPr>
      <w:ind w:hanging="284" w:left="568" w:right="0"/>
      <w:spacing w:after="180" w:before="0"/>
    </w:pPr>
    <w:rPr>
      <w:sz w:val="20"/>
      <w:rFonts w:ascii="Times New Roman" w:hAnsi="Times New Roman"/>
      <w:lang w:val="en-GB"/>
    </w:rPr>
  </w:style>
  <w:style w:styleId="style110" w:type="paragraph">
    <w:name w:val="Guidance"/>
    <w:basedOn w:val="style0"/>
    <w:next w:val="style110"/>
    <w:pPr>
      <w:spacing w:after="180" w:before="0"/>
    </w:pPr>
    <w:rPr>
      <w:color w:val="0000FF"/>
      <w:i/>
      <w:rFonts w:ascii="Times New Roman" w:hAnsi="Times New Roman"/>
      <w:lang w:eastAsia="en-US"/>
    </w:rPr>
  </w:style>
  <w:style w:styleId="style111" w:type="paragraph">
    <w:name w:val="Editor's Note"/>
    <w:basedOn w:val="style74"/>
    <w:next w:val="style111"/>
    <w:pPr>
      <w:overflowPunct w:val="false"/>
      <w:ind w:hanging="851" w:left="1135" w:right="0"/>
      <w:spacing w:after="180" w:before="0"/>
    </w:pPr>
    <w:rPr>
      <w:color w:val="FF0000"/>
      <w:rFonts w:ascii="Times New Roman" w:hAnsi="Times New Roman"/>
      <w:lang w:eastAsia="ja-JP"/>
    </w:rPr>
  </w:style>
  <w:style w:styleId="style112" w:type="paragraph">
    <w:name w:val="Frame contents"/>
    <w:basedOn w:val="style44"/>
    <w:next w:val="style112"/>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Report</Template>
  <TotalTime>36</TotalTime>
  <Application>Microsoft Office Outlook</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2011-11-08T22:48:00.00Z</dcterms:created>
  <dc:creator>Template: M Pope</dc:creator>
  <cp:lastModifiedBy>George Babut</cp:lastModifiedBy>
  <cp:lastPrinted>2003-09-26T15:29:00.00Z</cp:lastPrinted>
  <dcterms:modified xsi:type="dcterms:W3CDTF">2011-11-08T23:03:00.00Z</dcterms:modified>
  <cp:revision>4</cp:revision>
  <dc:title>SA WG3 Temporary Document</dc:title>
</cp:coreProperties>
</file>